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0A63AF" w14:paraId="0E33E6A3" w14:textId="77777777" w:rsidTr="00E554BF">
        <w:trPr>
          <w:trHeight w:val="1405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543BE07C" w14:textId="1E5B3048" w:rsidR="00C6765F" w:rsidRPr="00FB0E81" w:rsidRDefault="000B76C6" w:rsidP="00C6765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£49 in the ratio 3:4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5E5D74" w14:textId="1398F574" w:rsidR="00C6765F" w:rsidRPr="000A63AF" w:rsidRDefault="00923B95" w:rsidP="00C6765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cat strolls at a speed of 2m/s for one minute.  How far does it walk?</w:t>
            </w:r>
          </w:p>
        </w:tc>
      </w:tr>
      <w:tr w:rsidR="00C6765F" w:rsidRPr="00C240D5" w14:paraId="02717925" w14:textId="77777777" w:rsidTr="00E554B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B839F3D" w14:textId="77777777" w:rsidR="00C6765F" w:rsidRDefault="00BD26FE" w:rsidP="00E554B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There are 5 lemon and 4 strawberry sweets in a bag. A sweet is taken then replaced into the bag.  Complete the probability tree.</w:t>
            </w:r>
          </w:p>
          <w:p w14:paraId="683B8A61" w14:textId="4380BC0E" w:rsidR="00D02CC1" w:rsidRPr="00C240D5" w:rsidRDefault="00D02CC1" w:rsidP="00101BAB">
            <w:pPr>
              <w:spacing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CBB3735" wp14:editId="7541C916">
                  <wp:extent cx="2232560" cy="1766324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4AFF0C44" w14:textId="77777777" w:rsidR="00C6765F" w:rsidRDefault="00C6765F" w:rsidP="00C6765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35867634" w14:textId="7BA50AEC" w:rsidR="00C6765F" w:rsidRPr="00C240D5" w:rsidRDefault="001C6DC6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5A0FBBF" wp14:editId="0BE6732E">
                  <wp:extent cx="971885" cy="1199407"/>
                  <wp:effectExtent l="0" t="0" r="0" b="127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58" cy="119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101BAB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BC84EB3" w14:textId="36C78A5A" w:rsidR="00C6765F" w:rsidRDefault="00E554BF" w:rsidP="00C6765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20137DEE" wp14:editId="381B5AA7">
                  <wp:simplePos x="0" y="0"/>
                  <wp:positionH relativeFrom="column">
                    <wp:posOffset>2112058</wp:posOffset>
                  </wp:positionH>
                  <wp:positionV relativeFrom="paragraph">
                    <wp:posOffset>41861</wp:posOffset>
                  </wp:positionV>
                  <wp:extent cx="1009791" cy="1057423"/>
                  <wp:effectExtent l="0" t="0" r="6350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716D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5F"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6E7FDE4D" w14:textId="25A1B0F1" w:rsidR="00C6765F" w:rsidRPr="00C240D5" w:rsidRDefault="00101BAB" w:rsidP="00C6765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28EABAF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441813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5F"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44F62CAC" w14:textId="77777777" w:rsidR="00E554BF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5161DB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20</w:t>
      </w:r>
      <w:r w:rsidR="00D51195" w:rsidRPr="0090117B">
        <w:rPr>
          <w:rFonts w:ascii="Segoe Print" w:hAnsi="Segoe Print"/>
          <w:b/>
          <w:sz w:val="24"/>
        </w:rPr>
        <w:t>.</w:t>
      </w:r>
      <w:r w:rsidR="00BA2BC5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</w:p>
    <w:p w14:paraId="6E12D1E3" w14:textId="40D5E9B8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694C434" w14:textId="77777777" w:rsidR="00E554BF" w:rsidRDefault="00E554BF" w:rsidP="00E554BF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3437BF54" wp14:editId="59B3DB7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4" name="Picture 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1008" behindDoc="0" locked="0" layoutInCell="1" allowOverlap="1" wp14:anchorId="63F68DC3" wp14:editId="04A95A8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5" name="Picture 5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</w:p>
    <w:tbl>
      <w:tblPr>
        <w:tblStyle w:val="TableGrid"/>
        <w:tblpPr w:leftFromText="180" w:rightFromText="180" w:vertAnchor="text" w:horzAnchor="margin" w:tblpY="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E554BF" w:rsidRPr="000A63AF" w14:paraId="35A46702" w14:textId="77777777" w:rsidTr="00E554BF">
        <w:trPr>
          <w:trHeight w:val="1410"/>
        </w:trPr>
        <w:tc>
          <w:tcPr>
            <w:tcW w:w="421" w:type="dxa"/>
            <w:tcBorders>
              <w:right w:val="nil"/>
            </w:tcBorders>
          </w:tcPr>
          <w:p w14:paraId="6229F090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7DFEA2DE" w14:textId="77777777" w:rsidR="00E554BF" w:rsidRPr="00FB0E81" w:rsidRDefault="00E554BF" w:rsidP="00E554B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£49 in the ratio 3:4</w:t>
            </w:r>
          </w:p>
        </w:tc>
        <w:tc>
          <w:tcPr>
            <w:tcW w:w="426" w:type="dxa"/>
            <w:tcBorders>
              <w:right w:val="nil"/>
            </w:tcBorders>
          </w:tcPr>
          <w:p w14:paraId="2CBB27B2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22EE93AF" w14:textId="77777777" w:rsidR="00E554BF" w:rsidRPr="000A63AF" w:rsidRDefault="00E554BF" w:rsidP="00E554B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 xml:space="preserve">A cat strolls at a speed of 2m/s for one </w:t>
            </w:r>
            <w:bookmarkStart w:id="0" w:name="_GoBack"/>
            <w:bookmarkEnd w:id="0"/>
            <w:r>
              <w:rPr>
                <w:rFonts w:ascii="Tahoma" w:hAnsi="Tahoma" w:cs="Tahoma"/>
              </w:rPr>
              <w:t>minute.  How far does it walk?</w:t>
            </w:r>
          </w:p>
        </w:tc>
      </w:tr>
      <w:tr w:rsidR="00E554BF" w:rsidRPr="00C240D5" w14:paraId="4D9AA9C1" w14:textId="77777777" w:rsidTr="00E554B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F1087AC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831CA6B" w14:textId="77777777" w:rsidR="00E554BF" w:rsidRDefault="00E554BF" w:rsidP="00E554B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There are 5 lemon and 4 strawberry sweets in a bag. A sweet is taken then replaced into the bag.  Complete the probability tree.</w:t>
            </w:r>
          </w:p>
          <w:p w14:paraId="692F4B4D" w14:textId="77777777" w:rsidR="00E554BF" w:rsidRPr="00C240D5" w:rsidRDefault="00E554BF" w:rsidP="00E554BF">
            <w:pPr>
              <w:spacing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0DF3B60" wp14:editId="3EF5D407">
                  <wp:extent cx="2232560" cy="1766324"/>
                  <wp:effectExtent l="0" t="0" r="0" b="571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5668C068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0BAA4427" w14:textId="77777777" w:rsidR="00E554BF" w:rsidRDefault="00E554BF" w:rsidP="00E554B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1E055500" w14:textId="77777777" w:rsidR="00E554BF" w:rsidRPr="00C240D5" w:rsidRDefault="00E554BF" w:rsidP="00E554B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7D3D7A6" wp14:editId="1504E39C">
                  <wp:extent cx="971885" cy="1199407"/>
                  <wp:effectExtent l="0" t="0" r="0" b="127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58" cy="119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4BF" w:rsidRPr="00C240D5" w14:paraId="43F38918" w14:textId="77777777" w:rsidTr="00E554BF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416F3944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2F4AB9C" w14:textId="77777777" w:rsidR="00E554BF" w:rsidRDefault="00E554BF" w:rsidP="00E554B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95104" behindDoc="0" locked="0" layoutInCell="1" allowOverlap="1" wp14:anchorId="779C8526" wp14:editId="4AAD0CD3">
                  <wp:simplePos x="0" y="0"/>
                  <wp:positionH relativeFrom="column">
                    <wp:posOffset>2112058</wp:posOffset>
                  </wp:positionH>
                  <wp:positionV relativeFrom="paragraph">
                    <wp:posOffset>41861</wp:posOffset>
                  </wp:positionV>
                  <wp:extent cx="1009791" cy="1057423"/>
                  <wp:effectExtent l="0" t="0" r="6350" b="0"/>
                  <wp:wrapSquare wrapText="bothSides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716D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5F686B91" w14:textId="77777777" w:rsidR="00E554BF" w:rsidRPr="00C240D5" w:rsidRDefault="00E554BF" w:rsidP="00E554B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4080" behindDoc="0" locked="0" layoutInCell="1" allowOverlap="1" wp14:anchorId="6BD1C49B" wp14:editId="697052D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441813</wp:posOffset>
                  </wp:positionV>
                  <wp:extent cx="572135" cy="401320"/>
                  <wp:effectExtent l="0" t="0" r="0" b="508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69741D4B" w14:textId="28C73094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7C9F5FC6" w14:textId="77777777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DDCD8AF" w14:textId="331CAC82" w:rsidR="00525119" w:rsidRDefault="00EC4CCA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sectPr w:rsidR="00525119" w:rsidSect="00E554BF">
      <w:pgSz w:w="11906" w:h="16838"/>
      <w:pgMar w:top="566" w:right="720" w:bottom="35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A43CA"/>
    <w:rsid w:val="000A63AF"/>
    <w:rsid w:val="000B76C6"/>
    <w:rsid w:val="00101BAB"/>
    <w:rsid w:val="001826A9"/>
    <w:rsid w:val="001C6DC6"/>
    <w:rsid w:val="00213C21"/>
    <w:rsid w:val="002D5D86"/>
    <w:rsid w:val="00333535"/>
    <w:rsid w:val="003F51D8"/>
    <w:rsid w:val="00505FC9"/>
    <w:rsid w:val="00514902"/>
    <w:rsid w:val="00525119"/>
    <w:rsid w:val="005459FD"/>
    <w:rsid w:val="0055561D"/>
    <w:rsid w:val="005D66A5"/>
    <w:rsid w:val="0064471D"/>
    <w:rsid w:val="00661F3F"/>
    <w:rsid w:val="00705472"/>
    <w:rsid w:val="007B4226"/>
    <w:rsid w:val="007E2C1A"/>
    <w:rsid w:val="0090117B"/>
    <w:rsid w:val="00923B95"/>
    <w:rsid w:val="0099142F"/>
    <w:rsid w:val="009D097D"/>
    <w:rsid w:val="00A1626C"/>
    <w:rsid w:val="00AD110A"/>
    <w:rsid w:val="00AD3C1A"/>
    <w:rsid w:val="00BA2BC5"/>
    <w:rsid w:val="00BD26FE"/>
    <w:rsid w:val="00BE7AC9"/>
    <w:rsid w:val="00C240D5"/>
    <w:rsid w:val="00C41860"/>
    <w:rsid w:val="00C6765F"/>
    <w:rsid w:val="00D02CC1"/>
    <w:rsid w:val="00D51195"/>
    <w:rsid w:val="00DB511B"/>
    <w:rsid w:val="00E20822"/>
    <w:rsid w:val="00E554BF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cp:lastPrinted>2019-02-25T09:49:00Z</cp:lastPrinted>
  <dcterms:created xsi:type="dcterms:W3CDTF">2019-02-25T09:49:00Z</dcterms:created>
  <dcterms:modified xsi:type="dcterms:W3CDTF">2019-02-25T09:49:00Z</dcterms:modified>
</cp:coreProperties>
</file>